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78247" w14:textId="77777777" w:rsidR="00430160" w:rsidRPr="0070267B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430160" w:rsidRPr="0070267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430160" w:rsidRPr="0070267B">
        <w:rPr>
          <w:rFonts w:ascii="Corbel" w:hAnsi="Corbel"/>
          <w:bCs/>
          <w:i/>
        </w:rPr>
        <w:t>UR</w:t>
      </w:r>
      <w:proofErr w:type="spellEnd"/>
      <w:r w:rsidR="00430160" w:rsidRPr="0070267B">
        <w:rPr>
          <w:rFonts w:ascii="Corbel" w:hAnsi="Corbel"/>
          <w:bCs/>
          <w:i/>
        </w:rPr>
        <w:t xml:space="preserve">  nr 12/2019</w:t>
      </w: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3BECEBFB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54D3">
        <w:rPr>
          <w:rFonts w:ascii="Corbel" w:hAnsi="Corbel"/>
          <w:i/>
          <w:smallCaps/>
          <w:sz w:val="24"/>
          <w:szCs w:val="24"/>
        </w:rPr>
        <w:t>2022-2024</w:t>
      </w:r>
    </w:p>
    <w:p w14:paraId="6FED21EE" w14:textId="5876E9F5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</w:t>
      </w:r>
      <w:r w:rsidR="00EE54D3">
        <w:rPr>
          <w:rFonts w:ascii="Corbel" w:hAnsi="Corbel"/>
          <w:sz w:val="20"/>
          <w:szCs w:val="20"/>
        </w:rPr>
        <w:t>3</w:t>
      </w:r>
      <w:r w:rsidRPr="0070267B">
        <w:rPr>
          <w:rFonts w:ascii="Corbel" w:hAnsi="Corbel"/>
          <w:sz w:val="20"/>
          <w:szCs w:val="20"/>
        </w:rPr>
        <w:t>/202</w:t>
      </w:r>
      <w:r w:rsidR="00EE54D3">
        <w:rPr>
          <w:rFonts w:ascii="Corbel" w:hAnsi="Corbel"/>
          <w:sz w:val="20"/>
          <w:szCs w:val="20"/>
        </w:rPr>
        <w:t>4</w:t>
      </w:r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5371D68" w:rsidR="0085747A" w:rsidRDefault="0085747A" w:rsidP="008C03F0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p w14:paraId="4BC3E50E" w14:textId="77777777" w:rsidR="008C03F0" w:rsidRPr="0070267B" w:rsidRDefault="008C03F0" w:rsidP="008C03F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388552D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</w:t>
            </w:r>
            <w:proofErr w:type="spellStart"/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EUB</w:t>
            </w:r>
            <w:proofErr w:type="spellEnd"/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/C-1.</w:t>
            </w:r>
            <w:r w:rsidR="00F459CE">
              <w:rPr>
                <w:rFonts w:ascii="Corbel" w:hAnsi="Corbel"/>
                <w:b w:val="0"/>
                <w:sz w:val="24"/>
                <w:szCs w:val="24"/>
                <w:lang w:eastAsia="pl-PL"/>
              </w:rPr>
              <w:t>1a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CB1DEA2" w:rsidR="006E4B11" w:rsidRPr="0070267B" w:rsidRDefault="00637D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0267B">
        <w:rPr>
          <w:rFonts w:ascii="Corbel" w:hAnsi="Corbel"/>
          <w:sz w:val="24"/>
          <w:szCs w:val="24"/>
        </w:rPr>
        <w:t>ECTS</w:t>
      </w:r>
      <w:proofErr w:type="spellEnd"/>
      <w:r w:rsidRPr="0070267B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Wykł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Konw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Sem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Prakt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0267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37FFE1A" w:rsidR="00015B8F" w:rsidRPr="0070267B" w:rsidRDefault="00637D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2BD532" w:rsidR="00015B8F" w:rsidRPr="0070267B" w:rsidRDefault="00F459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0267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lastRenderedPageBreak/>
        <w:t>3.</w:t>
      </w:r>
      <w:r w:rsidR="00A84C85" w:rsidRPr="0070267B">
        <w:rPr>
          <w:rFonts w:ascii="Corbel" w:hAnsi="Corbel"/>
          <w:szCs w:val="24"/>
        </w:rPr>
        <w:t>cele, efekty uczenia się</w:t>
      </w:r>
      <w:r w:rsidR="0085747A" w:rsidRPr="0070267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Wykorzystanie modeli dyskryminacyjnych i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5C4AB5E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176DDB41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2E99654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74ABC44E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428E221B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00E855C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52AB48A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0650E455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0267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0267B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0267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0267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A79D87B" w:rsidR="0085747A" w:rsidRPr="0070267B" w:rsidRDefault="00637D9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0267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-34 </w:t>
            </w:r>
            <w:r w:rsidRPr="0070267B">
              <w:rPr>
                <w:rFonts w:ascii="Corbel" w:hAnsi="Corbel"/>
                <w:sz w:val="24"/>
                <w:szCs w:val="24"/>
              </w:rPr>
              <w:t>,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7C669FA" w:rsidR="00C61DC5" w:rsidRPr="0070267B" w:rsidRDefault="00637D9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  <w:bookmarkStart w:id="0" w:name="_GoBack"/>
            <w:bookmarkEnd w:id="0"/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4C6DC88" w:rsidR="0085747A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0267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C898D9D" w:rsidR="0085747A" w:rsidRPr="0070267B" w:rsidRDefault="002337B2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0267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0267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, Analiza finansowa przedsiębiorstwa, Wydanie III zaktualizowane,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J.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Dyktus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</w:t>
            </w:r>
            <w:proofErr w:type="spellStart"/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SGH</w:t>
            </w:r>
            <w:proofErr w:type="spellEnd"/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1050B" w14:textId="77777777" w:rsidR="00B83782" w:rsidRDefault="00B83782" w:rsidP="00C16ABF">
      <w:pPr>
        <w:spacing w:after="0" w:line="240" w:lineRule="auto"/>
      </w:pPr>
      <w:r>
        <w:separator/>
      </w:r>
    </w:p>
  </w:endnote>
  <w:endnote w:type="continuationSeparator" w:id="0">
    <w:p w14:paraId="4626138B" w14:textId="77777777" w:rsidR="00B83782" w:rsidRDefault="00B837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5F006" w14:textId="77777777" w:rsidR="00B83782" w:rsidRDefault="00B83782" w:rsidP="00C16ABF">
      <w:pPr>
        <w:spacing w:after="0" w:line="240" w:lineRule="auto"/>
      </w:pPr>
      <w:r>
        <w:separator/>
      </w:r>
    </w:p>
  </w:footnote>
  <w:footnote w:type="continuationSeparator" w:id="0">
    <w:p w14:paraId="706D8973" w14:textId="77777777" w:rsidR="00B83782" w:rsidRDefault="00B8378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6F488A"/>
    <w:multiLevelType w:val="hybridMultilevel"/>
    <w:tmpl w:val="3A3EB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342A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0A9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17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37B2"/>
    <w:rsid w:val="0023719F"/>
    <w:rsid w:val="00237580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66"/>
    <w:rsid w:val="002F4ABE"/>
    <w:rsid w:val="003018BA"/>
    <w:rsid w:val="0030395F"/>
    <w:rsid w:val="00305C92"/>
    <w:rsid w:val="0031450F"/>
    <w:rsid w:val="003151C5"/>
    <w:rsid w:val="003343CF"/>
    <w:rsid w:val="003368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8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D9E"/>
    <w:rsid w:val="00647FA8"/>
    <w:rsid w:val="00650C5F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3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B3C97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3698"/>
    <w:rsid w:val="00B75946"/>
    <w:rsid w:val="00B8056E"/>
    <w:rsid w:val="00B819C8"/>
    <w:rsid w:val="00B82308"/>
    <w:rsid w:val="00B83782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EE54D3"/>
    <w:rsid w:val="00F070AB"/>
    <w:rsid w:val="00F17567"/>
    <w:rsid w:val="00F27A7B"/>
    <w:rsid w:val="00F459CE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EE3242-A409-49E0-B916-33B338EE0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342BA6-C2AE-40DF-A490-983DE479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1058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5</cp:revision>
  <cp:lastPrinted>2019-02-06T12:12:00Z</cp:lastPrinted>
  <dcterms:created xsi:type="dcterms:W3CDTF">2022-05-31T04:57:00Z</dcterms:created>
  <dcterms:modified xsi:type="dcterms:W3CDTF">2022-09-19T10:34:00Z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